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17A" w:rsidRPr="003E6DEC" w:rsidRDefault="0007517A" w:rsidP="003E6DEC">
      <w:pPr>
        <w:pStyle w:val="NoSpacing"/>
        <w:jc w:val="center"/>
        <w:rPr>
          <w:b/>
          <w:sz w:val="24"/>
          <w:szCs w:val="24"/>
        </w:rPr>
      </w:pPr>
      <w:r w:rsidRPr="003E6DEC">
        <w:rPr>
          <w:b/>
          <w:sz w:val="24"/>
          <w:szCs w:val="24"/>
        </w:rPr>
        <w:t>Описание объекта закупки</w:t>
      </w:r>
    </w:p>
    <w:p w:rsidR="0007517A" w:rsidRPr="008F7C52" w:rsidRDefault="0007517A" w:rsidP="00233858">
      <w:pPr>
        <w:pStyle w:val="NoSpacing"/>
        <w:rPr>
          <w:sz w:val="24"/>
          <w:szCs w:val="24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6"/>
        <w:gridCol w:w="3821"/>
        <w:gridCol w:w="3260"/>
        <w:gridCol w:w="1559"/>
      </w:tblGrid>
      <w:tr w:rsidR="0007517A" w:rsidRPr="008F7C52" w:rsidTr="003F3C36">
        <w:trPr>
          <w:trHeight w:val="364"/>
        </w:trPr>
        <w:tc>
          <w:tcPr>
            <w:tcW w:w="716" w:type="dxa"/>
            <w:vAlign w:val="center"/>
          </w:tcPr>
          <w:p w:rsidR="0007517A" w:rsidRPr="008F7C52" w:rsidRDefault="0007517A" w:rsidP="00A06A40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8F7C52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21" w:type="dxa"/>
            <w:vAlign w:val="center"/>
          </w:tcPr>
          <w:p w:rsidR="0007517A" w:rsidRPr="008F7C52" w:rsidRDefault="0007517A" w:rsidP="00A06A40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8F7C52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3260" w:type="dxa"/>
            <w:vAlign w:val="center"/>
          </w:tcPr>
          <w:p w:rsidR="0007517A" w:rsidRPr="008F7C52" w:rsidRDefault="0007517A" w:rsidP="00A06A40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Состав в одном букете</w:t>
            </w:r>
          </w:p>
        </w:tc>
        <w:tc>
          <w:tcPr>
            <w:tcW w:w="1559" w:type="dxa"/>
            <w:vAlign w:val="center"/>
          </w:tcPr>
          <w:p w:rsidR="0007517A" w:rsidRPr="008F7C52" w:rsidRDefault="0007517A" w:rsidP="00A06A40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8F7C52">
              <w:rPr>
                <w:b/>
                <w:sz w:val="24"/>
                <w:szCs w:val="24"/>
              </w:rPr>
              <w:t>Количество</w:t>
            </w:r>
          </w:p>
        </w:tc>
      </w:tr>
      <w:tr w:rsidR="0007517A" w:rsidRPr="008F7C52" w:rsidTr="003F3C36">
        <w:trPr>
          <w:trHeight w:val="58"/>
        </w:trPr>
        <w:tc>
          <w:tcPr>
            <w:tcW w:w="716" w:type="dxa"/>
            <w:vMerge w:val="restart"/>
            <w:vAlign w:val="center"/>
          </w:tcPr>
          <w:p w:rsidR="0007517A" w:rsidRPr="008F7C52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  <w:r w:rsidRPr="008F7C52">
              <w:rPr>
                <w:sz w:val="24"/>
                <w:szCs w:val="24"/>
              </w:rPr>
              <w:t>1</w:t>
            </w:r>
          </w:p>
        </w:tc>
        <w:tc>
          <w:tcPr>
            <w:tcW w:w="3821" w:type="dxa"/>
            <w:vMerge w:val="restart"/>
            <w:vAlign w:val="center"/>
          </w:tcPr>
          <w:p w:rsidR="0007517A" w:rsidRPr="00453F3E" w:rsidRDefault="0007517A" w:rsidP="0023385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Букет стандарт (30 штук)</w:t>
            </w:r>
          </w:p>
        </w:tc>
        <w:tc>
          <w:tcPr>
            <w:tcW w:w="3260" w:type="dxa"/>
          </w:tcPr>
          <w:p w:rsidR="0007517A" w:rsidRPr="008F7C52" w:rsidRDefault="0007517A" w:rsidP="00A06A40">
            <w:pPr>
              <w:pStyle w:val="NoSpacing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Хризантема кустовая </w:t>
            </w:r>
          </w:p>
        </w:tc>
        <w:tc>
          <w:tcPr>
            <w:tcW w:w="1559" w:type="dxa"/>
            <w:vAlign w:val="center"/>
          </w:tcPr>
          <w:p w:rsidR="0007517A" w:rsidRPr="008F7C52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07517A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07517A" w:rsidRPr="008F7C52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07517A" w:rsidRPr="008F7C52" w:rsidRDefault="0007517A" w:rsidP="00A06A40">
            <w:pPr>
              <w:pStyle w:val="NoSpacing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07517A" w:rsidRPr="008F7C52" w:rsidRDefault="0007517A" w:rsidP="00A06A40">
            <w:pPr>
              <w:pStyle w:val="NoSpacing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Гербера </w:t>
            </w:r>
          </w:p>
        </w:tc>
        <w:tc>
          <w:tcPr>
            <w:tcW w:w="1559" w:type="dxa"/>
            <w:vAlign w:val="center"/>
          </w:tcPr>
          <w:p w:rsidR="0007517A" w:rsidRPr="008F7C52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07517A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07517A" w:rsidRPr="008F7C52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07517A" w:rsidRPr="008D2A27" w:rsidRDefault="0007517A" w:rsidP="00A06A4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7517A" w:rsidRPr="008D2A27" w:rsidRDefault="0007517A" w:rsidP="00233858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Альстермерия </w:t>
            </w:r>
          </w:p>
        </w:tc>
        <w:tc>
          <w:tcPr>
            <w:tcW w:w="1559" w:type="dxa"/>
            <w:vAlign w:val="center"/>
          </w:tcPr>
          <w:p w:rsidR="0007517A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07517A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07517A" w:rsidRPr="008F7C52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07517A" w:rsidRPr="008D2A27" w:rsidRDefault="0007517A" w:rsidP="00A06A40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7517A" w:rsidRPr="008D2A27" w:rsidRDefault="0007517A" w:rsidP="00233858">
            <w:pPr>
              <w:pStyle w:val="NoSpacing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Упаковка фетр </w:t>
            </w:r>
          </w:p>
        </w:tc>
        <w:tc>
          <w:tcPr>
            <w:tcW w:w="1559" w:type="dxa"/>
            <w:vAlign w:val="center"/>
          </w:tcPr>
          <w:p w:rsidR="0007517A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07517A" w:rsidRPr="008F7C52" w:rsidTr="003F3C36">
        <w:trPr>
          <w:trHeight w:val="58"/>
        </w:trPr>
        <w:tc>
          <w:tcPr>
            <w:tcW w:w="716" w:type="dxa"/>
            <w:vMerge w:val="restart"/>
            <w:vAlign w:val="center"/>
          </w:tcPr>
          <w:p w:rsidR="0007517A" w:rsidRPr="00233858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1" w:type="dxa"/>
            <w:vMerge w:val="restart"/>
            <w:vAlign w:val="center"/>
          </w:tcPr>
          <w:p w:rsidR="0007517A" w:rsidRPr="00233858" w:rsidRDefault="0007517A" w:rsidP="005B4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Букет стандарт с розами (5 штук)</w:t>
            </w:r>
          </w:p>
        </w:tc>
        <w:tc>
          <w:tcPr>
            <w:tcW w:w="3260" w:type="dxa"/>
          </w:tcPr>
          <w:p w:rsidR="0007517A" w:rsidRPr="00C652D9" w:rsidRDefault="0007517A" w:rsidP="00A06A40">
            <w:pPr>
              <w:pStyle w:val="NoSpacing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Роза</w:t>
            </w:r>
          </w:p>
        </w:tc>
        <w:tc>
          <w:tcPr>
            <w:tcW w:w="1559" w:type="dxa"/>
            <w:vAlign w:val="center"/>
          </w:tcPr>
          <w:p w:rsidR="0007517A" w:rsidRPr="00233858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07517A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07517A" w:rsidRPr="00C652D9" w:rsidRDefault="0007517A" w:rsidP="00A06A40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1" w:type="dxa"/>
            <w:vMerge/>
          </w:tcPr>
          <w:p w:rsidR="0007517A" w:rsidRPr="00C652D9" w:rsidRDefault="0007517A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7517A" w:rsidRPr="005B4B16" w:rsidRDefault="0007517A" w:rsidP="00A06A4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Альстермерия</w:t>
            </w:r>
          </w:p>
        </w:tc>
        <w:tc>
          <w:tcPr>
            <w:tcW w:w="1559" w:type="dxa"/>
            <w:vAlign w:val="center"/>
          </w:tcPr>
          <w:p w:rsidR="0007517A" w:rsidRPr="002D7F7B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07517A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07517A" w:rsidRPr="00EA0B27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07517A" w:rsidRPr="00EA0B27" w:rsidRDefault="0007517A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7517A" w:rsidRDefault="0007517A" w:rsidP="00A06A4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Салал</w:t>
            </w:r>
          </w:p>
        </w:tc>
        <w:tc>
          <w:tcPr>
            <w:tcW w:w="1559" w:type="dxa"/>
            <w:vAlign w:val="center"/>
          </w:tcPr>
          <w:p w:rsidR="0007517A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07517A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07517A" w:rsidRPr="00EA0B27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07517A" w:rsidRPr="00EA0B27" w:rsidRDefault="0007517A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7517A" w:rsidRDefault="0007517A" w:rsidP="00A06A4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Папоротник</w:t>
            </w:r>
          </w:p>
        </w:tc>
        <w:tc>
          <w:tcPr>
            <w:tcW w:w="1559" w:type="dxa"/>
            <w:vAlign w:val="center"/>
          </w:tcPr>
          <w:p w:rsidR="0007517A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07517A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07517A" w:rsidRPr="00EA0B27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07517A" w:rsidRPr="00EA0B27" w:rsidRDefault="0007517A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7517A" w:rsidRDefault="0007517A" w:rsidP="00A06A40">
            <w:pPr>
              <w:pStyle w:val="NoSpacing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Упаковка фетр, сетка</w:t>
            </w:r>
          </w:p>
        </w:tc>
        <w:tc>
          <w:tcPr>
            <w:tcW w:w="1559" w:type="dxa"/>
            <w:vAlign w:val="center"/>
          </w:tcPr>
          <w:p w:rsidR="0007517A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07517A" w:rsidRPr="008F7C52" w:rsidTr="003F3C36">
        <w:trPr>
          <w:trHeight w:val="58"/>
        </w:trPr>
        <w:tc>
          <w:tcPr>
            <w:tcW w:w="716" w:type="dxa"/>
            <w:vMerge w:val="restart"/>
            <w:vAlign w:val="center"/>
          </w:tcPr>
          <w:p w:rsidR="0007517A" w:rsidRPr="00EA0B27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1" w:type="dxa"/>
            <w:vMerge w:val="restart"/>
            <w:vAlign w:val="center"/>
          </w:tcPr>
          <w:p w:rsidR="0007517A" w:rsidRPr="00EA0B27" w:rsidRDefault="0007517A" w:rsidP="005B4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Букет </w:t>
            </w:r>
            <w:r>
              <w:rPr>
                <w:sz w:val="24"/>
                <w:szCs w:val="24"/>
                <w:lang w:val="en-US"/>
              </w:rPr>
              <w:t>V</w:t>
            </w:r>
            <w:r w:rsidRPr="008230F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I</w:t>
            </w:r>
            <w:r w:rsidRPr="008230F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P</w:t>
            </w:r>
            <w:r w:rsidRPr="008230F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(</w:t>
            </w:r>
            <w:r w:rsidRPr="008230F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штук)</w:t>
            </w:r>
          </w:p>
        </w:tc>
        <w:tc>
          <w:tcPr>
            <w:tcW w:w="3260" w:type="dxa"/>
          </w:tcPr>
          <w:p w:rsidR="0007517A" w:rsidRDefault="0007517A" w:rsidP="00A06A4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Роза</w:t>
            </w:r>
          </w:p>
        </w:tc>
        <w:tc>
          <w:tcPr>
            <w:tcW w:w="1559" w:type="dxa"/>
            <w:vAlign w:val="center"/>
          </w:tcPr>
          <w:p w:rsidR="0007517A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07517A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07517A" w:rsidRPr="00EA0B27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07517A" w:rsidRPr="00EA0B27" w:rsidRDefault="0007517A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7517A" w:rsidRDefault="0007517A" w:rsidP="00A06A4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Альстермерия</w:t>
            </w:r>
          </w:p>
        </w:tc>
        <w:tc>
          <w:tcPr>
            <w:tcW w:w="1559" w:type="dxa"/>
            <w:vAlign w:val="center"/>
          </w:tcPr>
          <w:p w:rsidR="0007517A" w:rsidRPr="008230FE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07517A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07517A" w:rsidRPr="00EA0B27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07517A" w:rsidRPr="00EA0B27" w:rsidRDefault="0007517A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7517A" w:rsidRPr="008230FE" w:rsidRDefault="0007517A" w:rsidP="00A06A4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Ирис</w:t>
            </w:r>
          </w:p>
        </w:tc>
        <w:tc>
          <w:tcPr>
            <w:tcW w:w="1559" w:type="dxa"/>
            <w:vAlign w:val="center"/>
          </w:tcPr>
          <w:p w:rsidR="0007517A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07517A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07517A" w:rsidRPr="00EA0B27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07517A" w:rsidRPr="00EA0B27" w:rsidRDefault="0007517A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7517A" w:rsidRDefault="0007517A" w:rsidP="00A06A4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Гербера</w:t>
            </w:r>
          </w:p>
        </w:tc>
        <w:tc>
          <w:tcPr>
            <w:tcW w:w="1559" w:type="dxa"/>
            <w:vAlign w:val="center"/>
          </w:tcPr>
          <w:p w:rsidR="0007517A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07517A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07517A" w:rsidRPr="00EA0B27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07517A" w:rsidRPr="00EA0B27" w:rsidRDefault="0007517A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7517A" w:rsidRDefault="0007517A" w:rsidP="00A06A4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Аспидистра</w:t>
            </w:r>
          </w:p>
        </w:tc>
        <w:tc>
          <w:tcPr>
            <w:tcW w:w="1559" w:type="dxa"/>
            <w:vAlign w:val="center"/>
          </w:tcPr>
          <w:p w:rsidR="0007517A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07517A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07517A" w:rsidRPr="00EA0B27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07517A" w:rsidRPr="00EA0B27" w:rsidRDefault="0007517A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7517A" w:rsidRDefault="0007517A" w:rsidP="00A06A4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Салал</w:t>
            </w:r>
          </w:p>
        </w:tc>
        <w:tc>
          <w:tcPr>
            <w:tcW w:w="1559" w:type="dxa"/>
            <w:vAlign w:val="center"/>
          </w:tcPr>
          <w:p w:rsidR="0007517A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07517A" w:rsidRPr="008F7C52" w:rsidTr="003F3C36">
        <w:trPr>
          <w:trHeight w:val="58"/>
        </w:trPr>
        <w:tc>
          <w:tcPr>
            <w:tcW w:w="716" w:type="dxa"/>
            <w:vMerge/>
            <w:vAlign w:val="center"/>
          </w:tcPr>
          <w:p w:rsidR="0007517A" w:rsidRPr="00EA0B27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07517A" w:rsidRPr="00EA0B27" w:rsidRDefault="0007517A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7517A" w:rsidRDefault="0007517A" w:rsidP="00A06A4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Упаковка натуральная (сизаль или джут)</w:t>
            </w:r>
          </w:p>
        </w:tc>
        <w:tc>
          <w:tcPr>
            <w:tcW w:w="1559" w:type="dxa"/>
            <w:vAlign w:val="center"/>
          </w:tcPr>
          <w:p w:rsidR="0007517A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07517A" w:rsidRPr="008F7C52" w:rsidTr="005C2FAF">
        <w:trPr>
          <w:trHeight w:val="323"/>
        </w:trPr>
        <w:tc>
          <w:tcPr>
            <w:tcW w:w="716" w:type="dxa"/>
            <w:vMerge w:val="restart"/>
            <w:vAlign w:val="center"/>
          </w:tcPr>
          <w:p w:rsidR="0007517A" w:rsidRPr="00EA0B27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1" w:type="dxa"/>
            <w:vMerge w:val="restart"/>
            <w:vAlign w:val="center"/>
          </w:tcPr>
          <w:p w:rsidR="0007517A" w:rsidRPr="00EA0B27" w:rsidRDefault="0007517A" w:rsidP="005B4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Цветы на срез </w:t>
            </w:r>
          </w:p>
        </w:tc>
        <w:tc>
          <w:tcPr>
            <w:tcW w:w="3260" w:type="dxa"/>
          </w:tcPr>
          <w:p w:rsidR="0007517A" w:rsidRDefault="0007517A" w:rsidP="00A06A4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Роза кустовая</w:t>
            </w:r>
          </w:p>
        </w:tc>
        <w:tc>
          <w:tcPr>
            <w:tcW w:w="1559" w:type="dxa"/>
            <w:vAlign w:val="center"/>
          </w:tcPr>
          <w:p w:rsidR="0007517A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07517A" w:rsidRPr="008F7C52" w:rsidTr="005C2FAF">
        <w:trPr>
          <w:trHeight w:val="334"/>
        </w:trPr>
        <w:tc>
          <w:tcPr>
            <w:tcW w:w="716" w:type="dxa"/>
            <w:vMerge/>
            <w:vAlign w:val="center"/>
          </w:tcPr>
          <w:p w:rsidR="0007517A" w:rsidRPr="00EA0B27" w:rsidRDefault="0007517A" w:rsidP="00A06A40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3821" w:type="dxa"/>
            <w:vMerge/>
          </w:tcPr>
          <w:p w:rsidR="0007517A" w:rsidRPr="00EA0B27" w:rsidRDefault="0007517A" w:rsidP="00A06A4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7517A" w:rsidRDefault="0007517A" w:rsidP="00A06A4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Хризантема кустовая</w:t>
            </w:r>
          </w:p>
        </w:tc>
        <w:tc>
          <w:tcPr>
            <w:tcW w:w="1559" w:type="dxa"/>
            <w:vAlign w:val="center"/>
          </w:tcPr>
          <w:p w:rsidR="0007517A" w:rsidRDefault="0007517A" w:rsidP="00A06A40">
            <w:pPr>
              <w:pStyle w:val="NoSpacing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07517A" w:rsidRPr="008F7C52" w:rsidRDefault="0007517A" w:rsidP="00233858">
      <w:pPr>
        <w:pStyle w:val="NoSpacing"/>
        <w:rPr>
          <w:sz w:val="24"/>
          <w:szCs w:val="24"/>
        </w:rPr>
      </w:pPr>
    </w:p>
    <w:p w:rsidR="0007517A" w:rsidRPr="001F15F1" w:rsidRDefault="0007517A" w:rsidP="003F3C36">
      <w:pPr>
        <w:pStyle w:val="NoSpacing"/>
        <w:ind w:firstLine="567"/>
        <w:jc w:val="both"/>
        <w:rPr>
          <w:sz w:val="24"/>
          <w:szCs w:val="22"/>
        </w:rPr>
      </w:pPr>
      <w:r w:rsidRPr="001F15F1">
        <w:rPr>
          <w:sz w:val="24"/>
          <w:szCs w:val="22"/>
        </w:rPr>
        <w:t>Товар должен быть качественным, соответствовать стандартам и техническим условиям и иметь сертификаты, технические паспорта или иные документы, удостоверяющие его качество.</w:t>
      </w:r>
    </w:p>
    <w:p w:rsidR="0007517A" w:rsidRPr="001F15F1" w:rsidRDefault="0007517A" w:rsidP="003F3C36">
      <w:pPr>
        <w:pStyle w:val="NoSpacing"/>
        <w:ind w:firstLine="567"/>
        <w:jc w:val="both"/>
        <w:rPr>
          <w:sz w:val="24"/>
          <w:szCs w:val="22"/>
        </w:rPr>
      </w:pPr>
      <w:r w:rsidRPr="001F15F1">
        <w:rPr>
          <w:sz w:val="24"/>
          <w:szCs w:val="22"/>
        </w:rPr>
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области.</w:t>
      </w:r>
    </w:p>
    <w:p w:rsidR="0007517A" w:rsidRPr="001F15F1" w:rsidRDefault="0007517A" w:rsidP="003F3C36">
      <w:pPr>
        <w:pStyle w:val="NoSpacing"/>
        <w:ind w:firstLine="567"/>
        <w:jc w:val="both"/>
        <w:rPr>
          <w:sz w:val="24"/>
          <w:szCs w:val="22"/>
        </w:rPr>
      </w:pPr>
      <w:r w:rsidRPr="001F15F1">
        <w:rPr>
          <w:sz w:val="24"/>
          <w:szCs w:val="22"/>
        </w:rPr>
        <w:t xml:space="preserve">Товар должен быть новым, в готовом к эксплуатации виде, надлежащего качества и в надлежащей упаковке. </w:t>
      </w:r>
    </w:p>
    <w:p w:rsidR="0007517A" w:rsidRPr="001F15F1" w:rsidRDefault="0007517A" w:rsidP="003F3C36">
      <w:pPr>
        <w:pStyle w:val="NoSpacing"/>
        <w:ind w:left="1440"/>
        <w:jc w:val="right"/>
        <w:rPr>
          <w:sz w:val="24"/>
          <w:szCs w:val="22"/>
        </w:rPr>
      </w:pPr>
    </w:p>
    <w:p w:rsidR="0007517A" w:rsidRPr="003F3C36" w:rsidRDefault="0007517A" w:rsidP="003F3C36">
      <w:pPr>
        <w:pStyle w:val="NoSpacing"/>
        <w:ind w:left="1440"/>
        <w:jc w:val="right"/>
        <w:rPr>
          <w:sz w:val="22"/>
          <w:szCs w:val="22"/>
        </w:rPr>
      </w:pPr>
    </w:p>
    <w:p w:rsidR="0007517A" w:rsidRDefault="0007517A">
      <w:bookmarkStart w:id="0" w:name="_GoBack"/>
      <w:bookmarkEnd w:id="0"/>
    </w:p>
    <w:sectPr w:rsidR="0007517A" w:rsidSect="009270C9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684"/>
    <w:rsid w:val="000008E7"/>
    <w:rsid w:val="00006EE4"/>
    <w:rsid w:val="000718C3"/>
    <w:rsid w:val="00073D57"/>
    <w:rsid w:val="0007517A"/>
    <w:rsid w:val="000A05CB"/>
    <w:rsid w:val="000C58FD"/>
    <w:rsid w:val="000D5D8E"/>
    <w:rsid w:val="000E0DB8"/>
    <w:rsid w:val="000F705A"/>
    <w:rsid w:val="0014330A"/>
    <w:rsid w:val="001538DA"/>
    <w:rsid w:val="001570BE"/>
    <w:rsid w:val="00175E56"/>
    <w:rsid w:val="00182EF6"/>
    <w:rsid w:val="00185A01"/>
    <w:rsid w:val="001B6D51"/>
    <w:rsid w:val="001F15F1"/>
    <w:rsid w:val="001F4FC0"/>
    <w:rsid w:val="001F5BF5"/>
    <w:rsid w:val="002064D5"/>
    <w:rsid w:val="00212234"/>
    <w:rsid w:val="002258B2"/>
    <w:rsid w:val="00233858"/>
    <w:rsid w:val="00240A91"/>
    <w:rsid w:val="002420AC"/>
    <w:rsid w:val="00250DD9"/>
    <w:rsid w:val="002512E4"/>
    <w:rsid w:val="002D7F7B"/>
    <w:rsid w:val="0035289D"/>
    <w:rsid w:val="00364E0A"/>
    <w:rsid w:val="00365EFE"/>
    <w:rsid w:val="00376A65"/>
    <w:rsid w:val="003E087B"/>
    <w:rsid w:val="003E13F9"/>
    <w:rsid w:val="003E6DEC"/>
    <w:rsid w:val="003F3C36"/>
    <w:rsid w:val="00413592"/>
    <w:rsid w:val="004440AE"/>
    <w:rsid w:val="00453F3E"/>
    <w:rsid w:val="00464351"/>
    <w:rsid w:val="0048235A"/>
    <w:rsid w:val="004A0599"/>
    <w:rsid w:val="004E6205"/>
    <w:rsid w:val="004F698A"/>
    <w:rsid w:val="00561D65"/>
    <w:rsid w:val="00581332"/>
    <w:rsid w:val="005A62AA"/>
    <w:rsid w:val="005B4B16"/>
    <w:rsid w:val="005B57D0"/>
    <w:rsid w:val="005C2FAF"/>
    <w:rsid w:val="005D31D1"/>
    <w:rsid w:val="006139A4"/>
    <w:rsid w:val="00634640"/>
    <w:rsid w:val="006402B8"/>
    <w:rsid w:val="006535F3"/>
    <w:rsid w:val="00691CB6"/>
    <w:rsid w:val="006A1332"/>
    <w:rsid w:val="006C11A1"/>
    <w:rsid w:val="006E7848"/>
    <w:rsid w:val="0075117A"/>
    <w:rsid w:val="00754B82"/>
    <w:rsid w:val="0079158F"/>
    <w:rsid w:val="007B220D"/>
    <w:rsid w:val="007C136A"/>
    <w:rsid w:val="008101D0"/>
    <w:rsid w:val="008230FE"/>
    <w:rsid w:val="008319C6"/>
    <w:rsid w:val="0085598A"/>
    <w:rsid w:val="008756F9"/>
    <w:rsid w:val="00885133"/>
    <w:rsid w:val="008B673A"/>
    <w:rsid w:val="008C1ED2"/>
    <w:rsid w:val="008D2A27"/>
    <w:rsid w:val="008D735C"/>
    <w:rsid w:val="008E7C45"/>
    <w:rsid w:val="008F7C52"/>
    <w:rsid w:val="009259A9"/>
    <w:rsid w:val="009270C9"/>
    <w:rsid w:val="009A430A"/>
    <w:rsid w:val="00A06A40"/>
    <w:rsid w:val="00A118CD"/>
    <w:rsid w:val="00A14B1C"/>
    <w:rsid w:val="00A2283D"/>
    <w:rsid w:val="00A27806"/>
    <w:rsid w:val="00A844E9"/>
    <w:rsid w:val="00A87BE3"/>
    <w:rsid w:val="00A909B7"/>
    <w:rsid w:val="00A91105"/>
    <w:rsid w:val="00AE4E0D"/>
    <w:rsid w:val="00AF7775"/>
    <w:rsid w:val="00B36DE0"/>
    <w:rsid w:val="00B4284B"/>
    <w:rsid w:val="00B96D30"/>
    <w:rsid w:val="00BA1FAB"/>
    <w:rsid w:val="00BB3FF7"/>
    <w:rsid w:val="00BB5D70"/>
    <w:rsid w:val="00BC181B"/>
    <w:rsid w:val="00C23132"/>
    <w:rsid w:val="00C24F0E"/>
    <w:rsid w:val="00C4368D"/>
    <w:rsid w:val="00C652D9"/>
    <w:rsid w:val="00CF13FA"/>
    <w:rsid w:val="00D0184E"/>
    <w:rsid w:val="00D12506"/>
    <w:rsid w:val="00D144EB"/>
    <w:rsid w:val="00D303F1"/>
    <w:rsid w:val="00D427A7"/>
    <w:rsid w:val="00D46AD1"/>
    <w:rsid w:val="00D6124E"/>
    <w:rsid w:val="00D64DCD"/>
    <w:rsid w:val="00DD3A7D"/>
    <w:rsid w:val="00DE0F70"/>
    <w:rsid w:val="00DE249E"/>
    <w:rsid w:val="00E05F2F"/>
    <w:rsid w:val="00E60684"/>
    <w:rsid w:val="00E75FB1"/>
    <w:rsid w:val="00E947A9"/>
    <w:rsid w:val="00EA0B27"/>
    <w:rsid w:val="00EA1139"/>
    <w:rsid w:val="00F17DEF"/>
    <w:rsid w:val="00F31011"/>
    <w:rsid w:val="00F3633D"/>
    <w:rsid w:val="00F71B80"/>
    <w:rsid w:val="00FD5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85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33858"/>
    <w:pPr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ConsNormal">
    <w:name w:val="ConsNormal"/>
    <w:uiPriority w:val="99"/>
    <w:rsid w:val="0023385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3F3C36"/>
    <w:pPr>
      <w:ind w:firstLine="720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1</Pages>
  <Words>152</Words>
  <Characters>868</Characters>
  <Application>Microsoft Office Outlook</Application>
  <DocSecurity>0</DocSecurity>
  <Lines>0</Lines>
  <Paragraphs>0</Paragraphs>
  <ScaleCrop>false</ScaleCrop>
  <Company>Администрация города Иванова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0911</cp:lastModifiedBy>
  <cp:revision>10</cp:revision>
  <dcterms:created xsi:type="dcterms:W3CDTF">2014-02-10T06:25:00Z</dcterms:created>
  <dcterms:modified xsi:type="dcterms:W3CDTF">2014-05-16T06:59:00Z</dcterms:modified>
</cp:coreProperties>
</file>